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AA3" w14:textId="042299A8" w:rsidR="0085747A" w:rsidRPr="009C54AE" w:rsidRDefault="00997F14" w:rsidP="00F46617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46617" w:rsidRPr="00E960BB">
        <w:rPr>
          <w:rFonts w:ascii="Corbel" w:hAnsi="Corbel"/>
          <w:bCs/>
          <w:i/>
        </w:rPr>
        <w:t xml:space="preserve">Załącznik nr 1.5 do Zarządzenia Rektora UR  nr </w:t>
      </w:r>
      <w:r w:rsidR="00F46617">
        <w:rPr>
          <w:rFonts w:ascii="Corbel" w:hAnsi="Corbel"/>
          <w:bCs/>
          <w:i/>
        </w:rPr>
        <w:t>7</w:t>
      </w:r>
      <w:r w:rsidR="00F46617" w:rsidRPr="00E960BB">
        <w:rPr>
          <w:rFonts w:ascii="Corbel" w:hAnsi="Corbel"/>
          <w:bCs/>
          <w:i/>
        </w:rPr>
        <w:t>/20</w:t>
      </w:r>
      <w:r w:rsidR="00F46617">
        <w:rPr>
          <w:rFonts w:ascii="Corbel" w:hAnsi="Corbel"/>
          <w:bCs/>
          <w:i/>
        </w:rPr>
        <w:t>23</w:t>
      </w:r>
      <w:r w:rsidR="00F46617" w:rsidRPr="00F46617">
        <w:rPr>
          <w:rFonts w:ascii="Corbel" w:hAnsi="Corbel"/>
          <w:b/>
          <w:smallCaps/>
          <w:sz w:val="24"/>
          <w:szCs w:val="24"/>
        </w:rPr>
        <w:t xml:space="preserve"> </w:t>
      </w:r>
      <w:r w:rsidR="00F46617">
        <w:rPr>
          <w:rFonts w:ascii="Corbel" w:hAnsi="Corbel"/>
          <w:b/>
          <w:smallCaps/>
          <w:sz w:val="24"/>
          <w:szCs w:val="24"/>
        </w:rPr>
        <w:br/>
      </w:r>
      <w:r w:rsidR="00F46617">
        <w:rPr>
          <w:rFonts w:ascii="Corbel" w:hAnsi="Corbel"/>
          <w:b/>
          <w:smallCaps/>
          <w:sz w:val="24"/>
          <w:szCs w:val="24"/>
        </w:rPr>
        <w:br/>
      </w:r>
    </w:p>
    <w:p w14:paraId="652FBFE4" w14:textId="6EA0C1E1" w:rsidR="000E0C45" w:rsidRDefault="00F46617" w:rsidP="000E0C4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r>
        <w:rPr>
          <w:rFonts w:ascii="Corbel" w:hAnsi="Corbel"/>
          <w:bCs/>
          <w:i/>
        </w:rPr>
        <w:br/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977D4">
        <w:rPr>
          <w:rFonts w:ascii="Corbel" w:hAnsi="Corbel"/>
          <w:i/>
          <w:smallCaps/>
          <w:sz w:val="24"/>
          <w:szCs w:val="24"/>
        </w:rPr>
        <w:t>2024-2029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016106E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478EA">
        <w:rPr>
          <w:rFonts w:ascii="Corbel" w:hAnsi="Corbel"/>
          <w:sz w:val="20"/>
          <w:szCs w:val="20"/>
        </w:rPr>
        <w:t>202</w:t>
      </w:r>
      <w:r w:rsidR="006977D4">
        <w:rPr>
          <w:rFonts w:ascii="Corbel" w:hAnsi="Corbel"/>
          <w:sz w:val="20"/>
          <w:szCs w:val="20"/>
        </w:rPr>
        <w:t>4</w:t>
      </w:r>
      <w:r w:rsidR="006478EA">
        <w:rPr>
          <w:rFonts w:ascii="Corbel" w:hAnsi="Corbel"/>
          <w:sz w:val="20"/>
          <w:szCs w:val="20"/>
        </w:rPr>
        <w:t>/202</w:t>
      </w:r>
      <w:r w:rsidR="006977D4">
        <w:rPr>
          <w:rFonts w:ascii="Corbel" w:hAnsi="Corbel"/>
          <w:sz w:val="20"/>
          <w:szCs w:val="20"/>
        </w:rPr>
        <w:t>5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44773F08" w:rsidR="0085747A" w:rsidRPr="009C54AE" w:rsidRDefault="00B177E9" w:rsidP="00B177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62EC3D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79C3FA2A" w:rsidR="0085747A" w:rsidRPr="009C54AE" w:rsidRDefault="00107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0243B002" w:rsidR="0085747A" w:rsidRPr="009C54AE" w:rsidRDefault="00107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16FD1649" w:rsidR="0085747A" w:rsidRPr="009C54AE" w:rsidRDefault="00101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2957B6C2" w:rsidR="0085747A" w:rsidRPr="009C54AE" w:rsidRDefault="00B177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7CADEC8B" w:rsidR="0085747A" w:rsidRPr="009C54AE" w:rsidRDefault="00B01B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0178AD6F" w:rsidR="0085747A" w:rsidRPr="009C54AE" w:rsidRDefault="00101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sem.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5E849810" w:rsidR="0085747A" w:rsidRPr="009C54AE" w:rsidRDefault="0087667D" w:rsidP="003678F0">
            <w:pPr>
              <w:pStyle w:val="Odpowiedzi"/>
              <w:numPr>
                <w:ilvl w:val="0"/>
                <w:numId w:val="14"/>
              </w:numPr>
              <w:spacing w:before="0" w:after="0"/>
              <w:ind w:left="176" w:hanging="17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języka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0DA23F4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2462A3B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42DCAF30" w:rsidR="00015B8F" w:rsidRPr="009C54AE" w:rsidRDefault="00B01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23D7D5AC" w:rsidR="0085747A" w:rsidRPr="00CE1005" w:rsidRDefault="003678F0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509C23A6" w:rsidR="0085747A" w:rsidRPr="009C54AE" w:rsidRDefault="000C5FAB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254BFADA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246B5429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2D5" w:rsidRPr="009C54AE" w14:paraId="516B3994" w14:textId="77777777" w:rsidTr="00D67C7E">
        <w:tc>
          <w:tcPr>
            <w:tcW w:w="1021" w:type="dxa"/>
          </w:tcPr>
          <w:p w14:paraId="3A2183F9" w14:textId="77777777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3CB515B0" w:rsidR="006E12D5" w:rsidRPr="007C235F" w:rsidRDefault="006E12D5" w:rsidP="003678F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</w:t>
            </w:r>
            <w:r w:rsidRPr="00F62AFF">
              <w:rPr>
                <w:rFonts w:ascii="Corbel" w:hAnsi="Corbel"/>
                <w:sz w:val="24"/>
                <w:szCs w:val="24"/>
              </w:rPr>
              <w:t xml:space="preserve"> podstawową wiedzę z za</w:t>
            </w:r>
            <w:r>
              <w:rPr>
                <w:rFonts w:ascii="Corbel" w:hAnsi="Corbel"/>
                <w:sz w:val="24"/>
                <w:szCs w:val="24"/>
              </w:rPr>
              <w:t>kresu prawidłowej emisji głosu podczas śpiewania i mówienia.</w:t>
            </w:r>
          </w:p>
        </w:tc>
        <w:tc>
          <w:tcPr>
            <w:tcW w:w="1865" w:type="dxa"/>
            <w:vAlign w:val="center"/>
          </w:tcPr>
          <w:p w14:paraId="0BA198AF" w14:textId="11612911" w:rsidR="006E12D5" w:rsidRPr="00D67C7E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PPiW.W18</w:t>
            </w:r>
          </w:p>
        </w:tc>
      </w:tr>
      <w:tr w:rsidR="006E12D5" w:rsidRPr="009C54AE" w14:paraId="2FD343A7" w14:textId="77777777" w:rsidTr="00D67C7E">
        <w:tc>
          <w:tcPr>
            <w:tcW w:w="1021" w:type="dxa"/>
          </w:tcPr>
          <w:p w14:paraId="14DCE06C" w14:textId="7203F704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4E38F0DD" w:rsidR="006E12D5" w:rsidRPr="007C235F" w:rsidRDefault="006E12D5" w:rsidP="003678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w sposób prawidłowy wydobywać głos podczas śpiewania, posługuje się poprawną polszczyzną podczas mówienia.</w:t>
            </w:r>
          </w:p>
        </w:tc>
        <w:tc>
          <w:tcPr>
            <w:tcW w:w="1865" w:type="dxa"/>
            <w:vAlign w:val="center"/>
          </w:tcPr>
          <w:p w14:paraId="38BA7BCC" w14:textId="77777777" w:rsidR="009D2E9C" w:rsidRDefault="009D2E9C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1A292C1" w14:textId="77777777" w:rsidR="006E12D5" w:rsidRPr="009C7DA3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PPiW.U16</w:t>
            </w:r>
          </w:p>
          <w:p w14:paraId="53459789" w14:textId="03D8DCFD" w:rsidR="006E12D5" w:rsidRPr="007C235F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E12D5" w:rsidRPr="009C54AE" w14:paraId="4F246620" w14:textId="77777777" w:rsidTr="00D67C7E">
        <w:tc>
          <w:tcPr>
            <w:tcW w:w="1021" w:type="dxa"/>
          </w:tcPr>
          <w:p w14:paraId="255FE3AE" w14:textId="7A71F155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5361CF50" w:rsidR="006E12D5" w:rsidRPr="00F3370B" w:rsidRDefault="006E12D5" w:rsidP="00367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swojej wiedzy i umiejętności 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efektywnego wykorzystania swojego głosu dla budowani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61F36F1" w14:textId="77777777" w:rsidR="006E12D5" w:rsidRPr="009C7DA3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  <w:p w14:paraId="3ED6BD2E" w14:textId="5771313D" w:rsidR="006E12D5" w:rsidRPr="00D67C7E" w:rsidRDefault="006E12D5" w:rsidP="00D67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PPiW.K05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0F2C71C" w14:textId="77777777" w:rsidR="00101865" w:rsidRPr="009C54AE" w:rsidRDefault="0010186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78AE2D" w14:textId="60DC5D43" w:rsidR="00675843" w:rsidRPr="00101865" w:rsidRDefault="0085747A" w:rsidP="001018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10A34BF" w:rsidR="0085747A" w:rsidRPr="009C54AE" w:rsidRDefault="003678F0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</w:t>
            </w:r>
          </w:p>
        </w:tc>
      </w:tr>
    </w:tbl>
    <w:p w14:paraId="5F965F8C" w14:textId="77777777" w:rsidR="003678F0" w:rsidRDefault="003678F0" w:rsidP="003678F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10AEF39" w14:textId="4B8D23D7" w:rsidR="0085747A" w:rsidRPr="00101865" w:rsidRDefault="0085747A" w:rsidP="001018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6B0E6F49" w:rsidR="009A23C8" w:rsidRPr="007C235F" w:rsidRDefault="006C628D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E628C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6C6425CD" w14:textId="77777777" w:rsidTr="00D55C04">
        <w:tc>
          <w:tcPr>
            <w:tcW w:w="9520" w:type="dxa"/>
          </w:tcPr>
          <w:p w14:paraId="43D20DB1" w14:textId="09E8195C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1953C5BD" w14:textId="77777777" w:rsidTr="00D55C04">
        <w:tc>
          <w:tcPr>
            <w:tcW w:w="9520" w:type="dxa"/>
          </w:tcPr>
          <w:p w14:paraId="590B15E5" w14:textId="77329D44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emisyjne pobudzające prawidł</w:t>
            </w:r>
            <w:r>
              <w:rPr>
                <w:rFonts w:ascii="Corbel" w:hAnsi="Corbel"/>
                <w:sz w:val="24"/>
                <w:szCs w:val="24"/>
              </w:rPr>
              <w:t>owy oddech przeponowy (apoggio).</w:t>
            </w:r>
          </w:p>
        </w:tc>
      </w:tr>
      <w:tr w:rsidR="006C628D" w:rsidRPr="007C235F" w14:paraId="491EE857" w14:textId="77777777" w:rsidTr="00D55C04">
        <w:tc>
          <w:tcPr>
            <w:tcW w:w="9520" w:type="dxa"/>
          </w:tcPr>
          <w:p w14:paraId="3DD5AB71" w14:textId="786AAD60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55AF8D67" w14:textId="77777777" w:rsidTr="00D55C04">
        <w:tc>
          <w:tcPr>
            <w:tcW w:w="9520" w:type="dxa"/>
          </w:tcPr>
          <w:p w14:paraId="2DBBEC4C" w14:textId="77777777" w:rsidR="00F73FD4" w:rsidRPr="006C628D" w:rsidRDefault="003C1088" w:rsidP="006C628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1D64E1C6" w14:textId="77777777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42362B51" w14:textId="77777777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332899B8" w14:textId="77777777" w:rsid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616408B9" w14:textId="379DF2C6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5FAB" w:rsidRPr="009C54AE" w14:paraId="0079EEEF" w14:textId="77777777" w:rsidTr="00DC49AA">
        <w:tc>
          <w:tcPr>
            <w:tcW w:w="1962" w:type="dxa"/>
          </w:tcPr>
          <w:p w14:paraId="0D6639CA" w14:textId="0E6A8B74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55CE3D4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26DC67BC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C5FAB" w:rsidRPr="009C54AE" w14:paraId="08CCAAC0" w14:textId="77777777" w:rsidTr="00DC49AA">
        <w:tc>
          <w:tcPr>
            <w:tcW w:w="1962" w:type="dxa"/>
          </w:tcPr>
          <w:p w14:paraId="60CFE565" w14:textId="1CCF338E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1147F9A1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 w trakcie zajęć, zaliczenie ustne</w:t>
            </w:r>
          </w:p>
        </w:tc>
        <w:tc>
          <w:tcPr>
            <w:tcW w:w="2117" w:type="dxa"/>
          </w:tcPr>
          <w:p w14:paraId="76A0904C" w14:textId="70846405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C5FAB" w:rsidRPr="009C54AE" w14:paraId="6CB17010" w14:textId="77777777" w:rsidTr="00DC49AA">
        <w:tc>
          <w:tcPr>
            <w:tcW w:w="1962" w:type="dxa"/>
          </w:tcPr>
          <w:p w14:paraId="5851FE68" w14:textId="53F985CF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6B447181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21FE1405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185AFF9C" w:rsidR="0085747A" w:rsidRPr="00AD76AE" w:rsidRDefault="008C423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wygłoszenie jej na forum grupy ćwiczeniowej, a także zaśpiewanie wybranej piosenki z repertuaru dziecięcego.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565D7027" w:rsidR="0085747A" w:rsidRPr="009C54AE" w:rsidRDefault="00C61DC5" w:rsidP="00F466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4DF7F116" w:rsidR="0085747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30C3E546" w:rsidR="00DC49AA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45A99C75" w14:textId="69AF6E3E" w:rsidR="00DC49AA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13CB64CD" w:rsidR="00DC49A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7CE6BCB9" w:rsidR="0085747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A4DBC1" w14:textId="77777777" w:rsidR="00101865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8F3D20" w14:textId="77777777" w:rsidR="00101865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28CF70" w14:textId="77777777" w:rsidR="00101865" w:rsidRPr="009C54AE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AF143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Pr="00F73FD4">
              <w:rPr>
                <w:rFonts w:ascii="Corbel" w:hAnsi="Corbel"/>
                <w:sz w:val="24"/>
                <w:szCs w:val="24"/>
              </w:rPr>
              <w:t>Wyd. UR, Rzeszów 2015.</w:t>
            </w:r>
          </w:p>
          <w:p w14:paraId="43F6487E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F73FD4"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5A47E99B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F73FD4">
              <w:rPr>
                <w:rFonts w:ascii="Corbel" w:hAnsi="Corbel"/>
                <w:sz w:val="24"/>
                <w:szCs w:val="24"/>
              </w:rPr>
              <w:t>. Wyd. „UNIVERSITAS”, Kraków 2019.</w:t>
            </w:r>
          </w:p>
          <w:p w14:paraId="13D9C55D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F73FD4">
              <w:rPr>
                <w:rFonts w:ascii="Corbel" w:hAnsi="Corbel"/>
                <w:sz w:val="24"/>
                <w:szCs w:val="24"/>
              </w:rPr>
              <w:t>, wyd. muz. Polihymnia, Lublin 2012.</w:t>
            </w:r>
          </w:p>
          <w:p w14:paraId="24754366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Łastik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Poznaj swój głos… twoje najważniejsze narzędzie pracy,</w:t>
            </w:r>
            <w:r w:rsidRPr="00F73FD4">
              <w:rPr>
                <w:rFonts w:ascii="Corbel" w:hAnsi="Corbel"/>
                <w:sz w:val="24"/>
                <w:szCs w:val="24"/>
              </w:rPr>
              <w:t xml:space="preserve"> wyd. „Studio EMKA”, Warszawa 2002.</w:t>
            </w:r>
          </w:p>
          <w:p w14:paraId="41A765E3" w14:textId="77777777" w:rsidR="008C423E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Lachowiecki L.,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F73FD4">
              <w:rPr>
                <w:rFonts w:ascii="Corbel" w:hAnsi="Corbel"/>
                <w:sz w:val="24"/>
                <w:szCs w:val="24"/>
              </w:rPr>
              <w:t>: zasady retoryki klasycznej, wyd. „Sternik”, Warszawa 1998.</w:t>
            </w:r>
          </w:p>
          <w:p w14:paraId="7612C321" w14:textId="4DFC9A65" w:rsidR="007328D8" w:rsidRPr="008C423E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8C423E">
              <w:rPr>
                <w:rFonts w:ascii="Corbel" w:hAnsi="Corbel"/>
                <w:sz w:val="24"/>
                <w:szCs w:val="24"/>
              </w:rPr>
              <w:t>Kuziak M. ,</w:t>
            </w:r>
            <w:r w:rsidRPr="008C423E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Pr="008C423E"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503DA9" w14:textId="77777777" w:rsidR="008C423E" w:rsidRDefault="008C423E" w:rsidP="008C423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F73FD4"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3B5A5C61" w:rsidR="007328D8" w:rsidRPr="008C423E" w:rsidRDefault="008C423E" w:rsidP="008C423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8C423E">
              <w:rPr>
                <w:rFonts w:ascii="Corbel" w:hAnsi="Corbel"/>
                <w:sz w:val="24"/>
                <w:szCs w:val="24"/>
              </w:rPr>
              <w:t xml:space="preserve"> Motyka W., </w:t>
            </w:r>
            <w:r w:rsidRPr="008C423E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8C423E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CD82D" w14:textId="77777777" w:rsidR="003C0981" w:rsidRDefault="003C0981" w:rsidP="00C16ABF">
      <w:pPr>
        <w:spacing w:after="0" w:line="240" w:lineRule="auto"/>
      </w:pPr>
      <w:r>
        <w:separator/>
      </w:r>
    </w:p>
  </w:endnote>
  <w:endnote w:type="continuationSeparator" w:id="0">
    <w:p w14:paraId="2C3025E1" w14:textId="77777777" w:rsidR="003C0981" w:rsidRDefault="003C09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977B3" w14:textId="77777777" w:rsidR="003C0981" w:rsidRDefault="003C0981" w:rsidP="00C16ABF">
      <w:pPr>
        <w:spacing w:after="0" w:line="240" w:lineRule="auto"/>
      </w:pPr>
      <w:r>
        <w:separator/>
      </w:r>
    </w:p>
  </w:footnote>
  <w:footnote w:type="continuationSeparator" w:id="0">
    <w:p w14:paraId="254D9265" w14:textId="77777777" w:rsidR="003C0981" w:rsidRDefault="003C0981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A38E6"/>
    <w:multiLevelType w:val="hybridMultilevel"/>
    <w:tmpl w:val="CCC2C51A"/>
    <w:lvl w:ilvl="0" w:tplc="461898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2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  <w:num w:numId="11">
    <w:abstractNumId w:val="11"/>
  </w:num>
  <w:num w:numId="12">
    <w:abstractNumId w:val="1"/>
  </w:num>
  <w:num w:numId="13">
    <w:abstractNumId w:val="0"/>
  </w:num>
  <w:num w:numId="1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956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FAB"/>
    <w:rsid w:val="000D04B0"/>
    <w:rsid w:val="000E0C45"/>
    <w:rsid w:val="000F1C57"/>
    <w:rsid w:val="000F45E6"/>
    <w:rsid w:val="000F5615"/>
    <w:rsid w:val="00101865"/>
    <w:rsid w:val="001077A9"/>
    <w:rsid w:val="00124BFF"/>
    <w:rsid w:val="0012560E"/>
    <w:rsid w:val="00127108"/>
    <w:rsid w:val="00134B13"/>
    <w:rsid w:val="00146BC0"/>
    <w:rsid w:val="00153C41"/>
    <w:rsid w:val="00154381"/>
    <w:rsid w:val="00162BF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8F0"/>
    <w:rsid w:val="003A0A5B"/>
    <w:rsid w:val="003A1176"/>
    <w:rsid w:val="003A11B4"/>
    <w:rsid w:val="003C0981"/>
    <w:rsid w:val="003C0BAE"/>
    <w:rsid w:val="003C1088"/>
    <w:rsid w:val="003D18A9"/>
    <w:rsid w:val="003D6CE2"/>
    <w:rsid w:val="003E14AA"/>
    <w:rsid w:val="003E1941"/>
    <w:rsid w:val="003E2FE6"/>
    <w:rsid w:val="003E49D5"/>
    <w:rsid w:val="003F38C0"/>
    <w:rsid w:val="00410C3B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8EA"/>
    <w:rsid w:val="00647FA8"/>
    <w:rsid w:val="00650C5F"/>
    <w:rsid w:val="00654934"/>
    <w:rsid w:val="0065526A"/>
    <w:rsid w:val="006620D9"/>
    <w:rsid w:val="00671958"/>
    <w:rsid w:val="00675843"/>
    <w:rsid w:val="00696477"/>
    <w:rsid w:val="00696619"/>
    <w:rsid w:val="006977D4"/>
    <w:rsid w:val="006C628D"/>
    <w:rsid w:val="006D050F"/>
    <w:rsid w:val="006D6139"/>
    <w:rsid w:val="006E12D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771C1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052D"/>
    <w:rsid w:val="0085747A"/>
    <w:rsid w:val="0087667D"/>
    <w:rsid w:val="00884922"/>
    <w:rsid w:val="00885F64"/>
    <w:rsid w:val="00890B86"/>
    <w:rsid w:val="008917F9"/>
    <w:rsid w:val="008A45F7"/>
    <w:rsid w:val="008C0CC0"/>
    <w:rsid w:val="008C19A9"/>
    <w:rsid w:val="008C379D"/>
    <w:rsid w:val="008C423E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A09"/>
    <w:rsid w:val="00997F14"/>
    <w:rsid w:val="009A23C8"/>
    <w:rsid w:val="009A78D9"/>
    <w:rsid w:val="009C1331"/>
    <w:rsid w:val="009C3E31"/>
    <w:rsid w:val="009C54AE"/>
    <w:rsid w:val="009C788E"/>
    <w:rsid w:val="009D2E9C"/>
    <w:rsid w:val="009E3B41"/>
    <w:rsid w:val="009F3C5C"/>
    <w:rsid w:val="009F4610"/>
    <w:rsid w:val="00A00ECC"/>
    <w:rsid w:val="00A01D30"/>
    <w:rsid w:val="00A03472"/>
    <w:rsid w:val="00A05D84"/>
    <w:rsid w:val="00A155EE"/>
    <w:rsid w:val="00A2080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1BED"/>
    <w:rsid w:val="00B06142"/>
    <w:rsid w:val="00B135B1"/>
    <w:rsid w:val="00B177E9"/>
    <w:rsid w:val="00B3130B"/>
    <w:rsid w:val="00B31492"/>
    <w:rsid w:val="00B40ADB"/>
    <w:rsid w:val="00B43B77"/>
    <w:rsid w:val="00B43E80"/>
    <w:rsid w:val="00B5097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9A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67C7E"/>
    <w:rsid w:val="00D709DA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46617"/>
    <w:rsid w:val="00F526AF"/>
    <w:rsid w:val="00F617C3"/>
    <w:rsid w:val="00F7066B"/>
    <w:rsid w:val="00F83B28"/>
    <w:rsid w:val="00FA46E5"/>
    <w:rsid w:val="00FB1D7B"/>
    <w:rsid w:val="00FB7DBA"/>
    <w:rsid w:val="00FC1C25"/>
    <w:rsid w:val="00FC3F45"/>
    <w:rsid w:val="00FD503F"/>
    <w:rsid w:val="00FD7589"/>
    <w:rsid w:val="00FD7A7B"/>
    <w:rsid w:val="00FD7E3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ABC66E0A-30BD-4008-B1E4-A4AB8B95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1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356E7-0739-4A59-967D-EA549EA48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83</TotalTime>
  <Pages>1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2019-10-16T16:23:00Z</dcterms:created>
  <dcterms:modified xsi:type="dcterms:W3CDTF">2024-07-08T10:40:00Z</dcterms:modified>
</cp:coreProperties>
</file>